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104" w:type="dxa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104"/>
      </w:tblGrid>
      <w:tr w:rsidR="00AA367F" w:rsidRPr="001A3932">
        <w:tc>
          <w:tcPr>
            <w:tcW w:w="9104" w:type="dxa"/>
            <w:shd w:val="clear" w:color="auto" w:fill="D3DFEE"/>
          </w:tcPr>
          <w:p w:rsidR="00AA367F" w:rsidRPr="001A3932" w:rsidRDefault="00AA367F" w:rsidP="00555F00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GB"/>
              </w:rPr>
              <w:t xml:space="preserve">PART C: FORMAT OF FINANCIAL OFFER </w:t>
            </w:r>
          </w:p>
        </w:tc>
      </w:tr>
    </w:tbl>
    <w:p w:rsidR="00AA367F" w:rsidRPr="001A3932" w:rsidRDefault="00AA367F" w:rsidP="00555F00">
      <w:pPr>
        <w:rPr>
          <w:rFonts w:ascii="Times New Roman" w:hAnsi="Times New Roman" w:cs="Times New Roman"/>
        </w:rPr>
      </w:pPr>
    </w:p>
    <w:tbl>
      <w:tblPr>
        <w:tblW w:w="0" w:type="auto"/>
        <w:tblInd w:w="-106" w:type="dxa"/>
        <w:tblBorders>
          <w:top w:val="single" w:sz="8" w:space="0" w:color="7BA0CD"/>
          <w:left w:val="single" w:sz="8" w:space="0" w:color="7BA0CD"/>
          <w:bottom w:val="single" w:sz="8" w:space="0" w:color="7BA0CD"/>
          <w:right w:val="single" w:sz="8" w:space="0" w:color="7BA0CD"/>
          <w:insideH w:val="single" w:sz="8" w:space="0" w:color="7BA0CD"/>
          <w:insideV w:val="single" w:sz="8" w:space="0" w:color="7BA0CD"/>
        </w:tblBorders>
        <w:tblLook w:val="00A0"/>
      </w:tblPr>
      <w:tblGrid>
        <w:gridCol w:w="9090"/>
      </w:tblGrid>
      <w:tr w:rsidR="00AA367F" w:rsidRPr="001A3932">
        <w:trPr>
          <w:trHeight w:val="745"/>
        </w:trPr>
        <w:tc>
          <w:tcPr>
            <w:tcW w:w="9090" w:type="dxa"/>
            <w:shd w:val="clear" w:color="auto" w:fill="D3DFEE"/>
          </w:tcPr>
          <w:p w:rsidR="00AA367F" w:rsidRDefault="00AA367F" w:rsidP="000B59AF">
            <w:pPr>
              <w:spacing w:after="0"/>
              <w:jc w:val="both"/>
              <w:rPr>
                <w:rFonts w:ascii="Times New Roman" w:hAnsi="Times New Roman" w:cs="Times New Roman"/>
                <w:b/>
                <w:bCs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Title of the tender: </w:t>
            </w:r>
            <w:r w:rsidRPr="00FD013F">
              <w:rPr>
                <w:rFonts w:ascii="Times New Roman" w:hAnsi="Times New Roman" w:cs="Times New Roman"/>
                <w:b/>
                <w:bCs/>
                <w:lang w:val="en-GB"/>
              </w:rPr>
              <w:t xml:space="preserve">External services for elaboration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and printing </w:t>
            </w:r>
            <w:r w:rsidRPr="00FD013F">
              <w:rPr>
                <w:rFonts w:ascii="Times New Roman" w:hAnsi="Times New Roman" w:cs="Times New Roman"/>
                <w:b/>
                <w:bCs/>
                <w:lang w:val="en-GB"/>
              </w:rPr>
              <w:t>promotional and awareness materials</w:t>
            </w:r>
            <w:r w:rsidRPr="00E53649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>LOT1, LOT2</w:t>
            </w:r>
          </w:p>
          <w:p w:rsidR="00AA367F" w:rsidRPr="001A3932" w:rsidRDefault="00AA367F" w:rsidP="00C029ED">
            <w:pPr>
              <w:spacing w:after="0"/>
              <w:jc w:val="both"/>
              <w:rPr>
                <w:rFonts w:ascii="Times New Roman" w:hAnsi="Times New Roman" w:cs="Times New Roman"/>
                <w:lang w:val="en-GB"/>
              </w:rPr>
            </w:pPr>
            <w:r w:rsidRPr="001A3932">
              <w:rPr>
                <w:rFonts w:ascii="Times New Roman" w:hAnsi="Times New Roman" w:cs="Times New Roman"/>
                <w:b/>
                <w:bCs/>
                <w:lang w:val="en-GB"/>
              </w:rPr>
              <w:t xml:space="preserve">Reference number:  </w:t>
            </w:r>
            <w:r w:rsidRPr="0036504A">
              <w:rPr>
                <w:rFonts w:ascii="Times New Roman" w:hAnsi="Times New Roman" w:cs="Times New Roman"/>
                <w:b/>
                <w:bCs/>
                <w:lang w:val="en-GB"/>
              </w:rPr>
              <w:t>3/eMS</w:t>
            </w:r>
            <w:r w:rsidRPr="00C0627E">
              <w:rPr>
                <w:rFonts w:ascii="Times New Roman" w:hAnsi="Times New Roman" w:cs="Times New Roman"/>
                <w:b/>
                <w:bCs/>
                <w:lang w:val="en-GB"/>
              </w:rPr>
              <w:t xml:space="preserve"> RORS</w:t>
            </w:r>
            <w:r>
              <w:rPr>
                <w:rFonts w:ascii="Times New Roman" w:hAnsi="Times New Roman" w:cs="Times New Roman"/>
                <w:b/>
                <w:bCs/>
                <w:lang w:val="en-GB"/>
              </w:rPr>
              <w:t xml:space="preserve"> 283</w:t>
            </w:r>
          </w:p>
        </w:tc>
      </w:tr>
    </w:tbl>
    <w:p w:rsidR="00AA367F" w:rsidRPr="001A3932" w:rsidRDefault="00AA367F" w:rsidP="00555F00">
      <w:pPr>
        <w:rPr>
          <w:rFonts w:ascii="Times New Roman" w:hAnsi="Times New Roman" w:cs="Times New Roman"/>
        </w:rPr>
      </w:pPr>
    </w:p>
    <w:p w:rsidR="00AA367F" w:rsidRPr="001A3932" w:rsidRDefault="00AA367F" w:rsidP="00555F00">
      <w:pPr>
        <w:rPr>
          <w:rFonts w:ascii="Times New Roman" w:hAnsi="Times New Roman" w:cs="Times New Roman"/>
        </w:rPr>
      </w:pPr>
    </w:p>
    <w:p w:rsidR="00AA367F" w:rsidRPr="001A3932" w:rsidRDefault="00AA367F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367F" w:rsidRPr="001A3932" w:rsidRDefault="00AA367F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 xml:space="preserve">Global price:  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 xml:space="preserve">EUR / </w:t>
      </w:r>
      <w:r w:rsidRPr="009C07D6">
        <w:rPr>
          <w:rFonts w:ascii="Times New Roman" w:hAnsi="Times New Roman" w:cs="Times New Roman"/>
          <w:sz w:val="24"/>
          <w:szCs w:val="24"/>
        </w:rPr>
        <w:t>NC</w:t>
      </w:r>
      <w:r w:rsidRPr="001A3932">
        <w:rPr>
          <w:rFonts w:ascii="Times New Roman" w:hAnsi="Times New Roman" w:cs="Times New Roman"/>
          <w:sz w:val="24"/>
          <w:szCs w:val="24"/>
        </w:rPr>
        <w:t>&lt;</w:t>
      </w:r>
      <w:r w:rsidRPr="001A3932">
        <w:rPr>
          <w:rFonts w:ascii="Times New Roman" w:hAnsi="Times New Roman" w:cs="Times New Roman"/>
          <w:sz w:val="24"/>
          <w:szCs w:val="24"/>
          <w:highlight w:val="yellow"/>
        </w:rPr>
        <w:t>amount</w:t>
      </w:r>
      <w:r w:rsidRPr="001A3932">
        <w:rPr>
          <w:rFonts w:ascii="Times New Roman" w:hAnsi="Times New Roman" w:cs="Times New Roman"/>
          <w:sz w:val="24"/>
          <w:szCs w:val="24"/>
        </w:rPr>
        <w:t>&gt;</w:t>
      </w:r>
    </w:p>
    <w:p w:rsidR="00AA367F" w:rsidRPr="009C07D6" w:rsidRDefault="00AA367F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  <w:lang w:val="en-GB"/>
        </w:rPr>
        <w:t>Price must be presented in amount excluding all duties and taxes (e.g. VAT and all other taxes)</w:t>
      </w:r>
      <w:r>
        <w:rPr>
          <w:rFonts w:ascii="Times New Roman" w:hAnsi="Times New Roman" w:cs="Times New Roman"/>
          <w:sz w:val="24"/>
          <w:szCs w:val="24"/>
          <w:lang w:val="en-GB"/>
        </w:rPr>
        <w:t xml:space="preserve">, </w:t>
      </w:r>
      <w:r w:rsidRPr="009C07D6">
        <w:rPr>
          <w:rFonts w:ascii="Times New Roman" w:hAnsi="Times New Roman" w:cs="Times New Roman"/>
          <w:sz w:val="24"/>
          <w:szCs w:val="24"/>
          <w:lang w:val="en-GB"/>
        </w:rPr>
        <w:t>for Serbian Partners.</w:t>
      </w:r>
    </w:p>
    <w:p w:rsidR="00AA367F" w:rsidRPr="001A3932" w:rsidRDefault="00AA367F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367F" w:rsidRPr="001A3932" w:rsidRDefault="00AA367F" w:rsidP="000B0C2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367F" w:rsidRPr="001A3932" w:rsidRDefault="00AA367F" w:rsidP="000B0C2D">
      <w:pPr>
        <w:jc w:val="both"/>
        <w:rPr>
          <w:rFonts w:ascii="Times New Roman" w:hAnsi="Times New Roman" w:cs="Times New Roman"/>
          <w:sz w:val="24"/>
          <w:szCs w:val="24"/>
        </w:rPr>
      </w:pPr>
      <w:r w:rsidRPr="001A3932">
        <w:rPr>
          <w:rFonts w:ascii="Times New Roman" w:hAnsi="Times New Roman" w:cs="Times New Roman"/>
          <w:sz w:val="24"/>
          <w:szCs w:val="24"/>
        </w:rPr>
        <w:t>Note:</w:t>
      </w:r>
    </w:p>
    <w:p w:rsidR="00AA367F" w:rsidRDefault="00AA367F" w:rsidP="005F0BEC">
      <w:pPr>
        <w:widowControl w:val="0"/>
        <w:spacing w:after="12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</w:t>
      </w:r>
      <w:bookmarkStart w:id="0" w:name="_GoBack"/>
      <w:bookmarkEnd w:id="0"/>
      <w:r w:rsidRPr="001A3932">
        <w:rPr>
          <w:rFonts w:ascii="Times New Roman" w:hAnsi="Times New Roman" w:cs="Times New Roman"/>
          <w:sz w:val="24"/>
          <w:szCs w:val="24"/>
        </w:rPr>
        <w:t>The above amount must not be broken down further</w:t>
      </w:r>
      <w:r>
        <w:rPr>
          <w:rFonts w:ascii="Times New Roman" w:hAnsi="Times New Roman" w:cs="Times New Roman"/>
        </w:rPr>
        <w:t>]</w:t>
      </w:r>
    </w:p>
    <w:p w:rsidR="00AA367F" w:rsidRDefault="00AA367F" w:rsidP="005F0BEC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A367F" w:rsidRPr="005F0BEC" w:rsidRDefault="00AA367F" w:rsidP="005F0BEC">
      <w:pPr>
        <w:jc w:val="both"/>
        <w:rPr>
          <w:rFonts w:ascii="Times New Roman" w:hAnsi="Times New Roman" w:cs="Times New Roman"/>
          <w:color w:val="008000"/>
          <w:sz w:val="24"/>
          <w:szCs w:val="24"/>
        </w:rPr>
      </w:pPr>
    </w:p>
    <w:tbl>
      <w:tblPr>
        <w:tblW w:w="0" w:type="auto"/>
        <w:tblInd w:w="-106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268"/>
        <w:gridCol w:w="6822"/>
      </w:tblGrid>
      <w:tr w:rsidR="00AA367F" w:rsidRPr="001A3932">
        <w:tc>
          <w:tcPr>
            <w:tcW w:w="2268" w:type="dxa"/>
            <w:shd w:val="pct5" w:color="auto" w:fill="FFFFFF"/>
          </w:tcPr>
          <w:p w:rsidR="00AA367F" w:rsidRPr="001A3932" w:rsidRDefault="00AA367F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Name</w:t>
            </w:r>
          </w:p>
        </w:tc>
        <w:tc>
          <w:tcPr>
            <w:tcW w:w="6822" w:type="dxa"/>
          </w:tcPr>
          <w:p w:rsidR="00AA367F" w:rsidRPr="001A3932" w:rsidRDefault="00AA367F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67F" w:rsidRPr="001A3932">
        <w:tc>
          <w:tcPr>
            <w:tcW w:w="2268" w:type="dxa"/>
            <w:shd w:val="pct5" w:color="auto" w:fill="FFFFFF"/>
          </w:tcPr>
          <w:p w:rsidR="00AA367F" w:rsidRPr="001A3932" w:rsidRDefault="00AA367F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Signature</w:t>
            </w:r>
          </w:p>
        </w:tc>
        <w:tc>
          <w:tcPr>
            <w:tcW w:w="6822" w:type="dxa"/>
          </w:tcPr>
          <w:p w:rsidR="00AA367F" w:rsidRPr="001A3932" w:rsidRDefault="00AA367F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A367F" w:rsidRPr="001A3932">
        <w:tc>
          <w:tcPr>
            <w:tcW w:w="2268" w:type="dxa"/>
            <w:shd w:val="pct5" w:color="auto" w:fill="FFFFFF"/>
          </w:tcPr>
          <w:p w:rsidR="00AA367F" w:rsidRPr="001A3932" w:rsidRDefault="00AA367F" w:rsidP="00555F00">
            <w:pPr>
              <w:spacing w:before="120" w:after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1A393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Date</w:t>
            </w:r>
          </w:p>
        </w:tc>
        <w:tc>
          <w:tcPr>
            <w:tcW w:w="6822" w:type="dxa"/>
          </w:tcPr>
          <w:p w:rsidR="00AA367F" w:rsidRPr="001A3932" w:rsidRDefault="00AA367F" w:rsidP="00555F00">
            <w:pPr>
              <w:spacing w:before="120" w:after="12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A367F" w:rsidRPr="001A3932" w:rsidRDefault="00AA367F" w:rsidP="00555F00">
      <w:pPr>
        <w:rPr>
          <w:rFonts w:ascii="Times New Roman" w:hAnsi="Times New Roman" w:cs="Times New Roman"/>
        </w:rPr>
      </w:pPr>
    </w:p>
    <w:p w:rsidR="00AA367F" w:rsidRPr="001A3932" w:rsidRDefault="00AA367F" w:rsidP="00555F00">
      <w:pPr>
        <w:rPr>
          <w:rFonts w:ascii="Times New Roman" w:hAnsi="Times New Roman" w:cs="Times New Roman"/>
        </w:rPr>
      </w:pPr>
    </w:p>
    <w:sectPr w:rsidR="00AA367F" w:rsidRPr="001A3932" w:rsidSect="00332163">
      <w:footerReference w:type="default" r:id="rId6"/>
      <w:pgSz w:w="12240" w:h="15840"/>
      <w:pgMar w:top="1417" w:right="1440" w:bottom="1417" w:left="1440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A367F" w:rsidRDefault="00AA367F" w:rsidP="00537BE2">
      <w:pPr>
        <w:spacing w:after="0" w:line="240" w:lineRule="auto"/>
      </w:pPr>
      <w:r>
        <w:separator/>
      </w:r>
    </w:p>
  </w:endnote>
  <w:endnote w:type="continuationSeparator" w:id="0">
    <w:p w:rsidR="00AA367F" w:rsidRDefault="00AA367F" w:rsidP="00537B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A367F" w:rsidRDefault="00AA367F">
    <w:pPr>
      <w:pStyle w:val="Footer"/>
      <w:jc w:val="right"/>
      <w:rPr>
        <w:rFonts w:cs="Times New Roman"/>
      </w:rPr>
    </w:pPr>
    <w:r>
      <w:t xml:space="preserve">Page </w:t>
    </w:r>
    <w:r>
      <w:rPr>
        <w:b/>
        <w:bCs/>
      </w:rPr>
      <w:fldChar w:fldCharType="begin"/>
    </w:r>
    <w:r>
      <w:rPr>
        <w:b/>
        <w:bCs/>
      </w:rPr>
      <w:instrText xml:space="preserve"> PAGE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  <w:r>
      <w:t xml:space="preserve"> of </w:t>
    </w:r>
    <w:r>
      <w:rPr>
        <w:b/>
        <w:bCs/>
      </w:rPr>
      <w:fldChar w:fldCharType="begin"/>
    </w:r>
    <w:r>
      <w:rPr>
        <w:b/>
        <w:bCs/>
      </w:rPr>
      <w:instrText xml:space="preserve"> NUMPAGES  </w:instrText>
    </w:r>
    <w:r>
      <w:rPr>
        <w:b/>
        <w:bCs/>
      </w:rPr>
      <w:fldChar w:fldCharType="separate"/>
    </w:r>
    <w:r>
      <w:rPr>
        <w:b/>
        <w:bCs/>
        <w:noProof/>
      </w:rPr>
      <w:t>1</w:t>
    </w:r>
    <w:r>
      <w:rPr>
        <w:b/>
        <w:bCs/>
      </w:rPr>
      <w:fldChar w:fldCharType="end"/>
    </w:r>
  </w:p>
  <w:p w:rsidR="00AA367F" w:rsidRDefault="00AA367F">
    <w:pPr>
      <w:pStyle w:val="Footer"/>
      <w:rPr>
        <w:rFonts w:cs="Times New Roman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A367F" w:rsidRDefault="00AA367F" w:rsidP="00537BE2">
      <w:pPr>
        <w:spacing w:after="0" w:line="240" w:lineRule="auto"/>
      </w:pPr>
      <w:r>
        <w:separator/>
      </w:r>
    </w:p>
  </w:footnote>
  <w:footnote w:type="continuationSeparator" w:id="0">
    <w:p w:rsidR="00AA367F" w:rsidRDefault="00AA367F" w:rsidP="00537BE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trackRevisions/>
  <w:defaultTabStop w:val="720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55F00"/>
    <w:rsid w:val="00026059"/>
    <w:rsid w:val="000729E7"/>
    <w:rsid w:val="000744BB"/>
    <w:rsid w:val="0007635C"/>
    <w:rsid w:val="000A2F7C"/>
    <w:rsid w:val="000B0C2D"/>
    <w:rsid w:val="000B462A"/>
    <w:rsid w:val="000B59AF"/>
    <w:rsid w:val="000C5DA3"/>
    <w:rsid w:val="000D29D0"/>
    <w:rsid w:val="00150352"/>
    <w:rsid w:val="001A3932"/>
    <w:rsid w:val="002E7A90"/>
    <w:rsid w:val="00332163"/>
    <w:rsid w:val="00337FFA"/>
    <w:rsid w:val="00346943"/>
    <w:rsid w:val="00356427"/>
    <w:rsid w:val="0036504A"/>
    <w:rsid w:val="0038442F"/>
    <w:rsid w:val="004925CE"/>
    <w:rsid w:val="0049699B"/>
    <w:rsid w:val="004C17BF"/>
    <w:rsid w:val="004F0889"/>
    <w:rsid w:val="00537BE2"/>
    <w:rsid w:val="005555EF"/>
    <w:rsid w:val="00555F00"/>
    <w:rsid w:val="005C42D1"/>
    <w:rsid w:val="005F0BEC"/>
    <w:rsid w:val="00605F5B"/>
    <w:rsid w:val="006601D9"/>
    <w:rsid w:val="0066398A"/>
    <w:rsid w:val="006C1255"/>
    <w:rsid w:val="007061F8"/>
    <w:rsid w:val="00721055"/>
    <w:rsid w:val="00754887"/>
    <w:rsid w:val="008D12C8"/>
    <w:rsid w:val="008D2600"/>
    <w:rsid w:val="009C07D6"/>
    <w:rsid w:val="00A076D8"/>
    <w:rsid w:val="00A41909"/>
    <w:rsid w:val="00AA367F"/>
    <w:rsid w:val="00AF0E9E"/>
    <w:rsid w:val="00B60390"/>
    <w:rsid w:val="00C029ED"/>
    <w:rsid w:val="00C0627E"/>
    <w:rsid w:val="00C44A05"/>
    <w:rsid w:val="00CA3C73"/>
    <w:rsid w:val="00CC5822"/>
    <w:rsid w:val="00E519FB"/>
    <w:rsid w:val="00E53649"/>
    <w:rsid w:val="00ED2252"/>
    <w:rsid w:val="00ED3AD4"/>
    <w:rsid w:val="00F10EA4"/>
    <w:rsid w:val="00F17746"/>
    <w:rsid w:val="00FD013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o-RO" w:eastAsia="ro-RO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55F00"/>
    <w:pPr>
      <w:spacing w:after="200" w:line="276" w:lineRule="auto"/>
    </w:pPr>
    <w:rPr>
      <w:rFonts w:cs="Calibri"/>
      <w:lang w:val="sl-SI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rsid w:val="004F088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rsid w:val="004F0889"/>
    <w:pPr>
      <w:spacing w:line="240" w:lineRule="auto"/>
    </w:pPr>
    <w:rPr>
      <w:rFonts w:eastAsia="Times New Roman"/>
      <w:sz w:val="20"/>
      <w:szCs w:val="20"/>
      <w:lang w:eastAsia="ro-RO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4F0889"/>
    <w:rPr>
      <w:rFonts w:ascii="Calibri" w:hAnsi="Calibri" w:cs="Calibri"/>
      <w:sz w:val="20"/>
      <w:szCs w:val="20"/>
      <w:lang w:val="sl-SI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4F088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4F0889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rsid w:val="004F0889"/>
    <w:pPr>
      <w:spacing w:after="0" w:line="240" w:lineRule="auto"/>
    </w:pPr>
    <w:rPr>
      <w:rFonts w:ascii="Tahoma" w:eastAsia="Times New Roman" w:hAnsi="Tahoma" w:cs="Tahoma"/>
      <w:sz w:val="16"/>
      <w:szCs w:val="16"/>
      <w:lang w:eastAsia="ro-RO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F0889"/>
    <w:rPr>
      <w:rFonts w:ascii="Tahoma" w:hAnsi="Tahoma" w:cs="Tahoma"/>
      <w:sz w:val="16"/>
      <w:szCs w:val="16"/>
      <w:lang w:val="sl-SI"/>
    </w:rPr>
  </w:style>
  <w:style w:type="paragraph" w:styleId="Header">
    <w:name w:val="header"/>
    <w:basedOn w:val="Normal"/>
    <w:link w:val="Head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HeaderChar">
    <w:name w:val="Header Char"/>
    <w:basedOn w:val="DefaultParagraphFont"/>
    <w:link w:val="Header"/>
    <w:uiPriority w:val="99"/>
    <w:locked/>
    <w:rsid w:val="00537BE2"/>
    <w:rPr>
      <w:rFonts w:ascii="Calibri" w:hAnsi="Calibri" w:cs="Calibri"/>
      <w:lang w:val="sl-SI"/>
    </w:rPr>
  </w:style>
  <w:style w:type="paragraph" w:styleId="Footer">
    <w:name w:val="footer"/>
    <w:basedOn w:val="Normal"/>
    <w:link w:val="FooterChar"/>
    <w:uiPriority w:val="99"/>
    <w:rsid w:val="00537BE2"/>
    <w:pPr>
      <w:tabs>
        <w:tab w:val="center" w:pos="4535"/>
        <w:tab w:val="right" w:pos="9071"/>
      </w:tabs>
      <w:spacing w:after="0" w:line="240" w:lineRule="auto"/>
    </w:pPr>
    <w:rPr>
      <w:rFonts w:eastAsia="Times New Roman"/>
      <w:sz w:val="20"/>
      <w:szCs w:val="20"/>
      <w:lang w:eastAsia="ro-RO"/>
    </w:rPr>
  </w:style>
  <w:style w:type="character" w:customStyle="1" w:styleId="FooterChar">
    <w:name w:val="Footer Char"/>
    <w:basedOn w:val="DefaultParagraphFont"/>
    <w:link w:val="Footer"/>
    <w:uiPriority w:val="99"/>
    <w:locked/>
    <w:rsid w:val="00537BE2"/>
    <w:rPr>
      <w:rFonts w:ascii="Calibri" w:hAnsi="Calibri" w:cs="Calibri"/>
      <w:lang w:val="sl-SI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31</TotalTime>
  <Pages>1</Pages>
  <Words>63</Words>
  <Characters>367</Characters>
  <Application>Microsoft Office Outlook</Application>
  <DocSecurity>0</DocSecurity>
  <Lines>0</Lines>
  <Paragraphs>0</Paragraphs>
  <ScaleCrop>false</ScaleCrop>
  <Company>Hewlett-Packard Company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Svetlana Stosic</dc:creator>
  <cp:keywords/>
  <dc:description/>
  <cp:lastModifiedBy>Mariana Giru</cp:lastModifiedBy>
  <cp:revision>21</cp:revision>
  <cp:lastPrinted>2019-09-12T05:30:00Z</cp:lastPrinted>
  <dcterms:created xsi:type="dcterms:W3CDTF">2015-08-20T09:50:00Z</dcterms:created>
  <dcterms:modified xsi:type="dcterms:W3CDTF">2019-09-12T09:08:00Z</dcterms:modified>
</cp:coreProperties>
</file>